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Y="652"/>
        <w:tblW w:w="0" w:type="auto"/>
        <w:tblLook w:val="04A0" w:firstRow="1" w:lastRow="0" w:firstColumn="1" w:lastColumn="0" w:noHBand="0" w:noVBand="1"/>
      </w:tblPr>
      <w:tblGrid>
        <w:gridCol w:w="3020"/>
        <w:gridCol w:w="5764"/>
      </w:tblGrid>
      <w:tr w:rsidR="000A6A19" w:rsidRPr="002C0E25" w14:paraId="2A818701" w14:textId="77777777" w:rsidTr="00904773">
        <w:tc>
          <w:tcPr>
            <w:tcW w:w="3020" w:type="dxa"/>
          </w:tcPr>
          <w:p w14:paraId="53881895" w14:textId="77777777" w:rsidR="000A6A19" w:rsidRPr="002C0E25" w:rsidRDefault="000A6A19" w:rsidP="00904773">
            <w:pPr>
              <w:rPr>
                <w:rFonts w:ascii="Arial" w:hAnsi="Arial" w:cs="Arial"/>
                <w:b/>
                <w:sz w:val="24"/>
              </w:rPr>
            </w:pPr>
            <w:r w:rsidRPr="002C0E25">
              <w:rPr>
                <w:rFonts w:ascii="Arial" w:hAnsi="Arial" w:cs="Arial"/>
                <w:b/>
                <w:sz w:val="24"/>
              </w:rPr>
              <w:t>Wann</w:t>
            </w:r>
          </w:p>
        </w:tc>
        <w:tc>
          <w:tcPr>
            <w:tcW w:w="5764" w:type="dxa"/>
          </w:tcPr>
          <w:p w14:paraId="2723FBD9" w14:textId="77777777" w:rsidR="000A6A19" w:rsidRPr="002C0E25" w:rsidRDefault="000A6A19" w:rsidP="00904773">
            <w:pPr>
              <w:rPr>
                <w:rFonts w:ascii="Arial" w:hAnsi="Arial" w:cs="Arial"/>
                <w:b/>
                <w:sz w:val="24"/>
              </w:rPr>
            </w:pPr>
            <w:r w:rsidRPr="002C0E25">
              <w:rPr>
                <w:rFonts w:ascii="Arial" w:hAnsi="Arial" w:cs="Arial"/>
                <w:b/>
                <w:sz w:val="24"/>
              </w:rPr>
              <w:t>Was</w:t>
            </w:r>
            <w:bookmarkStart w:id="0" w:name="_GoBack"/>
            <w:bookmarkEnd w:id="0"/>
          </w:p>
        </w:tc>
      </w:tr>
      <w:tr w:rsidR="000A6A19" w:rsidRPr="002C0E25" w14:paraId="109F7DEB" w14:textId="77777777" w:rsidTr="00904773">
        <w:tc>
          <w:tcPr>
            <w:tcW w:w="3020" w:type="dxa"/>
          </w:tcPr>
          <w:p w14:paraId="4624FCAB" w14:textId="77777777" w:rsidR="000A6A19" w:rsidRPr="00FD6874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direkt nach </w:t>
            </w:r>
            <w:proofErr w:type="spellStart"/>
            <w:r>
              <w:rPr>
                <w:rFonts w:ascii="Arial" w:hAnsi="Arial" w:cs="Arial"/>
              </w:rPr>
              <w:t>Tewo</w:t>
            </w:r>
            <w:proofErr w:type="spellEnd"/>
          </w:p>
        </w:tc>
        <w:tc>
          <w:tcPr>
            <w:tcW w:w="5764" w:type="dxa"/>
          </w:tcPr>
          <w:p w14:paraId="13FDF4A8" w14:textId="77777777" w:rsidR="000A6A19" w:rsidRPr="00FD6874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Gemeindehaus/</w:t>
            </w:r>
            <w:proofErr w:type="spellStart"/>
            <w:r>
              <w:rPr>
                <w:rFonts w:ascii="Arial" w:hAnsi="Arial" w:cs="Arial"/>
              </w:rPr>
              <w:t>KirchenGem</w:t>
            </w:r>
            <w:proofErr w:type="spellEnd"/>
            <w:r>
              <w:rPr>
                <w:rFonts w:ascii="Arial" w:hAnsi="Arial" w:cs="Arial"/>
              </w:rPr>
              <w:t>. Termin abklären</w:t>
            </w:r>
          </w:p>
        </w:tc>
      </w:tr>
      <w:tr w:rsidR="000A6A19" w:rsidRPr="002C0E25" w14:paraId="75BAD04B" w14:textId="77777777" w:rsidTr="00904773">
        <w:tc>
          <w:tcPr>
            <w:tcW w:w="3020" w:type="dxa"/>
          </w:tcPr>
          <w:p w14:paraId="51AE4C47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bis Anfang Dezember</w:t>
            </w:r>
          </w:p>
        </w:tc>
        <w:tc>
          <w:tcPr>
            <w:tcW w:w="5764" w:type="dxa"/>
          </w:tcPr>
          <w:p w14:paraId="26B12A91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Text für Heftle</w:t>
            </w:r>
          </w:p>
        </w:tc>
      </w:tr>
      <w:tr w:rsidR="000A6A19" w:rsidRPr="002C0E25" w14:paraId="20480479" w14:textId="77777777" w:rsidTr="00904773">
        <w:tc>
          <w:tcPr>
            <w:tcW w:w="3020" w:type="dxa"/>
          </w:tcPr>
          <w:p w14:paraId="1AD5C25D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Bis Weihnachten</w:t>
            </w:r>
          </w:p>
        </w:tc>
        <w:tc>
          <w:tcPr>
            <w:tcW w:w="5764" w:type="dxa"/>
          </w:tcPr>
          <w:p w14:paraId="158E19AB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-Thema bekanntgeben</w:t>
            </w:r>
          </w:p>
          <w:p w14:paraId="077B6B39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-Sippenführer erinnern, dass Sippen Programm machen sollen</w:t>
            </w:r>
          </w:p>
          <w:p w14:paraId="24CD22BB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-Moderator finden</w:t>
            </w:r>
          </w:p>
          <w:p w14:paraId="6CBA1C2C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-AKs erinnern, dass sie Lager etc. vorstellen sollen</w:t>
            </w:r>
          </w:p>
          <w:p w14:paraId="3AD7C5B0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-APS-Koordinator</w:t>
            </w:r>
          </w:p>
          <w:p w14:paraId="02C7B49A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-EV</w:t>
            </w:r>
          </w:p>
          <w:p w14:paraId="42682C3F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-Jahresrückblick</w:t>
            </w:r>
          </w:p>
          <w:p w14:paraId="31763E7D" w14:textId="77777777" w:rsidR="000A6A19" w:rsidRPr="002C0E25" w:rsidRDefault="000A6A19" w:rsidP="00904773">
            <w:pPr>
              <w:rPr>
                <w:rFonts w:ascii="Arial" w:hAnsi="Arial" w:cs="Arial"/>
              </w:rPr>
            </w:pPr>
          </w:p>
        </w:tc>
      </w:tr>
      <w:tr w:rsidR="000A6A19" w:rsidRPr="002C0E25" w14:paraId="27298DC6" w14:textId="77777777" w:rsidTr="00904773">
        <w:tc>
          <w:tcPr>
            <w:tcW w:w="3020" w:type="dxa"/>
          </w:tcPr>
          <w:p w14:paraId="05E05F3E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(Zwischen Weihnachten und Elternnachmittag)</w:t>
            </w:r>
          </w:p>
        </w:tc>
        <w:tc>
          <w:tcPr>
            <w:tcW w:w="5764" w:type="dxa"/>
          </w:tcPr>
          <w:p w14:paraId="0BB2735E" w14:textId="77777777" w:rsidR="000A6A19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Sippen planen Programm</w:t>
            </w:r>
          </w:p>
          <w:p w14:paraId="5800863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sym w:font="Wingdings" w:char="F0E0"/>
            </w:r>
            <w:r w:rsidRPr="002C0E25">
              <w:rPr>
                <w:rFonts w:ascii="Arial" w:hAnsi="Arial" w:cs="Arial"/>
              </w:rPr>
              <w:t>Schauen, dass das läuft</w:t>
            </w:r>
          </w:p>
        </w:tc>
      </w:tr>
      <w:tr w:rsidR="000A6A19" w:rsidRPr="002C0E25" w14:paraId="7DA5D108" w14:textId="77777777" w:rsidTr="00904773">
        <w:tc>
          <w:tcPr>
            <w:tcW w:w="3020" w:type="dxa"/>
          </w:tcPr>
          <w:p w14:paraId="0030BBB3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3 Wochen vorher</w:t>
            </w:r>
          </w:p>
        </w:tc>
        <w:tc>
          <w:tcPr>
            <w:tcW w:w="5764" w:type="dxa"/>
          </w:tcPr>
          <w:p w14:paraId="689D828A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Zettel an Eltern mit Rücklaufzettel</w:t>
            </w:r>
            <w:r>
              <w:rPr>
                <w:rFonts w:ascii="Arial" w:hAnsi="Arial" w:cs="Arial"/>
              </w:rPr>
              <w:t xml:space="preserve"> (Kuchenspenden)</w:t>
            </w:r>
          </w:p>
        </w:tc>
      </w:tr>
      <w:tr w:rsidR="000A6A19" w:rsidRPr="002C0E25" w14:paraId="21ECD11A" w14:textId="77777777" w:rsidTr="00904773">
        <w:tc>
          <w:tcPr>
            <w:tcW w:w="3020" w:type="dxa"/>
          </w:tcPr>
          <w:p w14:paraId="5D51138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2 Wochen vorher</w:t>
            </w:r>
          </w:p>
        </w:tc>
        <w:tc>
          <w:tcPr>
            <w:tcW w:w="5764" w:type="dxa"/>
          </w:tcPr>
          <w:p w14:paraId="0A66B9A6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Bei Sippen nachfragen, welches Programm</w:t>
            </w:r>
            <w:r w:rsidRPr="002C0E25">
              <w:rPr>
                <w:rFonts w:ascii="Arial" w:hAnsi="Arial" w:cs="Arial"/>
              </w:rPr>
              <w:br/>
            </w:r>
            <w:r w:rsidRPr="002C0E25">
              <w:rPr>
                <w:rFonts w:ascii="Arial" w:hAnsi="Arial" w:cs="Arial"/>
              </w:rPr>
              <w:sym w:font="Wingdings" w:char="F0E0"/>
            </w:r>
            <w:r w:rsidRPr="002C0E25">
              <w:rPr>
                <w:rFonts w:ascii="Arial" w:hAnsi="Arial" w:cs="Arial"/>
              </w:rPr>
              <w:t xml:space="preserve"> Ablaufplan erstellen</w:t>
            </w:r>
          </w:p>
        </w:tc>
      </w:tr>
      <w:tr w:rsidR="000A6A19" w:rsidRPr="002C0E25" w14:paraId="47982E03" w14:textId="77777777" w:rsidTr="00904773">
        <w:tc>
          <w:tcPr>
            <w:tcW w:w="3020" w:type="dxa"/>
          </w:tcPr>
          <w:p w14:paraId="151E83FA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1 Woche vorher</w:t>
            </w:r>
          </w:p>
        </w:tc>
        <w:tc>
          <w:tcPr>
            <w:tcW w:w="5764" w:type="dxa"/>
          </w:tcPr>
          <w:p w14:paraId="4EB9C3C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Rücklaufzettel einsammeln</w:t>
            </w:r>
          </w:p>
        </w:tc>
      </w:tr>
      <w:tr w:rsidR="000A6A19" w:rsidRPr="002C0E25" w14:paraId="6CFC74EB" w14:textId="77777777" w:rsidTr="00904773">
        <w:tc>
          <w:tcPr>
            <w:tcW w:w="3020" w:type="dxa"/>
          </w:tcPr>
          <w:p w14:paraId="342A13F0" w14:textId="77777777" w:rsidR="000A6A19" w:rsidRPr="002C0E25" w:rsidRDefault="000A6A19" w:rsidP="00904773">
            <w:pPr>
              <w:rPr>
                <w:rFonts w:ascii="Arial" w:hAnsi="Arial" w:cs="Arial"/>
              </w:rPr>
            </w:pPr>
          </w:p>
        </w:tc>
        <w:tc>
          <w:tcPr>
            <w:tcW w:w="5764" w:type="dxa"/>
          </w:tcPr>
          <w:p w14:paraId="4D4BB8C6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Team erinnern, dass sie anwesend sein sollen</w:t>
            </w:r>
          </w:p>
        </w:tc>
      </w:tr>
      <w:tr w:rsidR="000A6A19" w:rsidRPr="002C0E25" w14:paraId="3F7C82AD" w14:textId="77777777" w:rsidTr="00904773">
        <w:tc>
          <w:tcPr>
            <w:tcW w:w="3020" w:type="dxa"/>
          </w:tcPr>
          <w:p w14:paraId="2C1E5847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Bis 1 Tag davor</w:t>
            </w:r>
          </w:p>
        </w:tc>
        <w:tc>
          <w:tcPr>
            <w:tcW w:w="5764" w:type="dxa"/>
          </w:tcPr>
          <w:p w14:paraId="232D6DD7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2C0E25">
              <w:rPr>
                <w:rFonts w:ascii="Arial" w:hAnsi="Arial" w:cs="Arial"/>
              </w:rPr>
              <w:t>Servietten, Deko, Kaffee, Zucker, Milch kaufen</w:t>
            </w:r>
          </w:p>
          <w:p w14:paraId="20DBA6FA" w14:textId="77777777" w:rsidR="000A6A19" w:rsidRDefault="000A6A19" w:rsidP="0090477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-</w:t>
            </w:r>
            <w:r w:rsidRPr="002C0E25">
              <w:rPr>
                <w:rFonts w:ascii="Arial" w:hAnsi="Arial" w:cs="Arial"/>
              </w:rPr>
              <w:t>(</w:t>
            </w:r>
            <w:proofErr w:type="gramEnd"/>
            <w:r w:rsidRPr="002C0E25">
              <w:rPr>
                <w:rFonts w:ascii="Arial" w:hAnsi="Arial" w:cs="Arial"/>
              </w:rPr>
              <w:t>evtl. Aufbau)</w:t>
            </w:r>
          </w:p>
          <w:p w14:paraId="25A17E71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-Spenden Haus aus PH mitbringen</w:t>
            </w:r>
          </w:p>
        </w:tc>
      </w:tr>
      <w:tr w:rsidR="000A6A19" w:rsidRPr="002C0E25" w14:paraId="40AF8823" w14:textId="77777777" w:rsidTr="00904773">
        <w:tc>
          <w:tcPr>
            <w:tcW w:w="3020" w:type="dxa"/>
          </w:tcPr>
          <w:p w14:paraId="26AE079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Am Tag selbst</w:t>
            </w:r>
          </w:p>
        </w:tc>
        <w:tc>
          <w:tcPr>
            <w:tcW w:w="5764" w:type="dxa"/>
          </w:tcPr>
          <w:p w14:paraId="7D65A5B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 xml:space="preserve">Restlicher Aufbau </w:t>
            </w:r>
          </w:p>
          <w:p w14:paraId="3F931501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Von einer Sippe: Kuchen aufschneiden, Kaffee kochen</w:t>
            </w:r>
          </w:p>
          <w:p w14:paraId="089991C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Programm</w:t>
            </w:r>
          </w:p>
          <w:p w14:paraId="0679F435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Pause</w:t>
            </w:r>
          </w:p>
          <w:p w14:paraId="0F9A4D3B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Programm</w:t>
            </w:r>
          </w:p>
          <w:p w14:paraId="2D9177D9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 w:rsidRPr="002C0E25">
              <w:rPr>
                <w:rFonts w:ascii="Arial" w:hAnsi="Arial" w:cs="Arial"/>
              </w:rPr>
              <w:t>Abbau</w:t>
            </w:r>
          </w:p>
        </w:tc>
      </w:tr>
      <w:tr w:rsidR="000A6A19" w:rsidRPr="002C0E25" w14:paraId="7EAC4C82" w14:textId="77777777" w:rsidTr="00904773">
        <w:tc>
          <w:tcPr>
            <w:tcW w:w="3020" w:type="dxa"/>
          </w:tcPr>
          <w:p w14:paraId="29068B6C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Sonntag danach</w:t>
            </w:r>
          </w:p>
        </w:tc>
        <w:tc>
          <w:tcPr>
            <w:tcW w:w="5764" w:type="dxa"/>
          </w:tcPr>
          <w:p w14:paraId="7B1F6681" w14:textId="77777777" w:rsidR="000A6A19" w:rsidRPr="002C0E25" w:rsidRDefault="000A6A19" w:rsidP="009047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Bericht fürs </w:t>
            </w:r>
            <w:proofErr w:type="spellStart"/>
            <w:r>
              <w:rPr>
                <w:rFonts w:ascii="Arial" w:hAnsi="Arial" w:cs="Arial"/>
              </w:rPr>
              <w:t>Blättle</w:t>
            </w:r>
            <w:proofErr w:type="spellEnd"/>
            <w:r>
              <w:rPr>
                <w:rFonts w:ascii="Arial" w:hAnsi="Arial" w:cs="Arial"/>
              </w:rPr>
              <w:t xml:space="preserve"> und Facebook</w:t>
            </w:r>
          </w:p>
        </w:tc>
      </w:tr>
    </w:tbl>
    <w:p w14:paraId="33001BED" w14:textId="77777777" w:rsidR="000A6A19" w:rsidRPr="002C0E25" w:rsidRDefault="000A6A19" w:rsidP="000A6A19">
      <w:pPr>
        <w:pStyle w:val="VCP-Head"/>
      </w:pPr>
      <w:proofErr w:type="spellStart"/>
      <w:r w:rsidRPr="002C0E25">
        <w:t>To</w:t>
      </w:r>
      <w:proofErr w:type="spellEnd"/>
      <w:r w:rsidRPr="002C0E25">
        <w:t xml:space="preserve"> Do Liste Elternnachmittag</w:t>
      </w:r>
    </w:p>
    <w:p w14:paraId="263C20F3" w14:textId="77777777" w:rsidR="000A6A19" w:rsidRDefault="000A6A19" w:rsidP="000A6A19">
      <w:pPr>
        <w:rPr>
          <w:rFonts w:ascii="Arial" w:hAnsi="Arial" w:cs="Arial"/>
        </w:rPr>
      </w:pPr>
    </w:p>
    <w:p w14:paraId="6BC8D98D" w14:textId="77777777" w:rsidR="000A6A19" w:rsidRPr="002C0E25" w:rsidRDefault="000A6A19" w:rsidP="000A6A19">
      <w:pPr>
        <w:rPr>
          <w:rFonts w:ascii="Arial" w:hAnsi="Arial" w:cs="Arial"/>
        </w:rPr>
      </w:pPr>
      <w:r w:rsidRPr="002C0E25">
        <w:rPr>
          <w:rFonts w:ascii="Arial" w:hAnsi="Arial" w:cs="Arial"/>
        </w:rPr>
        <w:t>Aufgaben:</w:t>
      </w:r>
    </w:p>
    <w:p w14:paraId="134ED6CF" w14:textId="77777777" w:rsidR="000A6A19" w:rsidRPr="002C0E25" w:rsidRDefault="000A6A19" w:rsidP="000A6A19">
      <w:pPr>
        <w:rPr>
          <w:rFonts w:ascii="Arial" w:hAnsi="Arial" w:cs="Arial"/>
        </w:rPr>
      </w:pPr>
      <w:r w:rsidRPr="002C0E25">
        <w:rPr>
          <w:rFonts w:ascii="Arial" w:hAnsi="Arial" w:cs="Arial"/>
        </w:rPr>
        <w:t>Team: ein Moderator, Auf- und Abbau unterstützen + Küche!</w:t>
      </w:r>
      <w:r w:rsidRPr="002C0E25">
        <w:rPr>
          <w:rFonts w:ascii="Arial" w:hAnsi="Arial" w:cs="Arial"/>
        </w:rPr>
        <w:br/>
        <w:t>älteste Sippe: Küche</w:t>
      </w:r>
      <w:r w:rsidRPr="002C0E25">
        <w:rPr>
          <w:rFonts w:ascii="Arial" w:hAnsi="Arial" w:cs="Arial"/>
        </w:rPr>
        <w:br/>
        <w:t>anderen Sippen: Programm</w:t>
      </w:r>
      <w:r w:rsidRPr="002C0E25">
        <w:rPr>
          <w:rFonts w:ascii="Arial" w:hAnsi="Arial" w:cs="Arial"/>
        </w:rPr>
        <w:br/>
        <w:t>AKs</w:t>
      </w:r>
      <w:r>
        <w:rPr>
          <w:rFonts w:ascii="Arial" w:hAnsi="Arial" w:cs="Arial"/>
        </w:rPr>
        <w:t xml:space="preserve">, APS, </w:t>
      </w:r>
      <w:proofErr w:type="gramStart"/>
      <w:r>
        <w:rPr>
          <w:rFonts w:ascii="Arial" w:hAnsi="Arial" w:cs="Arial"/>
        </w:rPr>
        <w:t>EV,</w:t>
      </w:r>
      <w:r w:rsidRPr="002C0E25">
        <w:rPr>
          <w:rFonts w:ascii="Arial" w:hAnsi="Arial" w:cs="Arial"/>
        </w:rPr>
        <w:t>:</w:t>
      </w:r>
      <w:proofErr w:type="gramEnd"/>
      <w:r w:rsidRPr="002C0E25">
        <w:rPr>
          <w:rFonts w:ascii="Arial" w:hAnsi="Arial" w:cs="Arial"/>
        </w:rPr>
        <w:t xml:space="preserve"> Präsentationen</w:t>
      </w:r>
      <w:r>
        <w:rPr>
          <w:rFonts w:ascii="Arial" w:hAnsi="Arial" w:cs="Arial"/>
        </w:rPr>
        <w:t xml:space="preserve"> + Jahresrückblick</w:t>
      </w:r>
    </w:p>
    <w:p w14:paraId="52937BEB" w14:textId="77777777" w:rsidR="000A6A19" w:rsidRPr="002C0E25" w:rsidRDefault="000A6A19" w:rsidP="000A6A19">
      <w:pPr>
        <w:rPr>
          <w:rFonts w:ascii="Arial" w:hAnsi="Arial" w:cs="Arial"/>
        </w:rPr>
      </w:pPr>
    </w:p>
    <w:p w14:paraId="7F05D377" w14:textId="77777777" w:rsidR="000848BF" w:rsidRPr="00031246" w:rsidRDefault="000A6A19" w:rsidP="00031246"/>
    <w:sectPr w:rsidR="000848BF" w:rsidRPr="00031246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4484" w14:textId="77777777" w:rsidR="000A6A19" w:rsidRDefault="000A6A19" w:rsidP="00204D37">
      <w:pPr>
        <w:spacing w:after="0" w:line="240" w:lineRule="auto"/>
      </w:pPr>
      <w:r>
        <w:separator/>
      </w:r>
    </w:p>
  </w:endnote>
  <w:endnote w:type="continuationSeparator" w:id="0">
    <w:p w14:paraId="2B0E3866" w14:textId="77777777" w:rsidR="000A6A19" w:rsidRDefault="000A6A19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54A10" w14:textId="77777777" w:rsidR="000A6A19" w:rsidRDefault="000A6A19" w:rsidP="00204D37">
      <w:pPr>
        <w:spacing w:after="0" w:line="240" w:lineRule="auto"/>
      </w:pPr>
      <w:r>
        <w:separator/>
      </w:r>
    </w:p>
  </w:footnote>
  <w:footnote w:type="continuationSeparator" w:id="0">
    <w:p w14:paraId="60E418E3" w14:textId="77777777" w:rsidR="000A6A19" w:rsidRDefault="000A6A19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B9C2E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9C1067B" wp14:editId="5D227373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19"/>
    <w:rsid w:val="00031246"/>
    <w:rsid w:val="000A6A19"/>
    <w:rsid w:val="00204D37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9491"/>
  <w15:chartTrackingRefBased/>
  <w15:docId w15:val="{84116EA9-86E6-4C88-8D39-BF2387F8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6A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table" w:styleId="Tabellenraster">
    <w:name w:val="Table Grid"/>
    <w:basedOn w:val="NormaleTabelle"/>
    <w:uiPriority w:val="39"/>
    <w:rsid w:val="000A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97B69-15B4-45C7-AB7D-DE7EE0D5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2024-03-14T11:23:00Z</dcterms:created>
  <dcterms:modified xsi:type="dcterms:W3CDTF">2024-03-14T11:32:00Z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